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B7" w:rsidRPr="00C93084" w:rsidRDefault="00353DB7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>PRIHLÁŠKA</w:t>
      </w:r>
    </w:p>
    <w:p w:rsidR="00353DB7" w:rsidRPr="00C93084" w:rsidRDefault="00353DB7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>na Majstrovstvá SR –</w:t>
      </w:r>
      <w:r w:rsidR="00227C4C">
        <w:rPr>
          <w:rFonts w:ascii="Times New Roman" w:hAnsi="Times New Roman"/>
          <w:w w:val="150"/>
          <w:sz w:val="33"/>
          <w:szCs w:val="33"/>
        </w:rPr>
        <w:t xml:space="preserve"> juniorov, junioriek a</w:t>
      </w:r>
      <w:r w:rsidR="006871DC">
        <w:rPr>
          <w:rFonts w:ascii="Times New Roman" w:hAnsi="Times New Roman"/>
          <w:w w:val="150"/>
          <w:sz w:val="33"/>
          <w:szCs w:val="33"/>
        </w:rPr>
        <w:t xml:space="preserve"> </w:t>
      </w:r>
      <w:r w:rsidR="00227C4C">
        <w:rPr>
          <w:rFonts w:ascii="Times New Roman" w:hAnsi="Times New Roman"/>
          <w:w w:val="150"/>
          <w:sz w:val="33"/>
          <w:szCs w:val="33"/>
        </w:rPr>
        <w:t>dorastencov</w:t>
      </w:r>
      <w:r w:rsidR="00227C4C" w:rsidRPr="00C93084">
        <w:rPr>
          <w:rFonts w:ascii="Times New Roman" w:hAnsi="Times New Roman"/>
          <w:w w:val="150"/>
          <w:sz w:val="33"/>
          <w:szCs w:val="33"/>
        </w:rPr>
        <w:t xml:space="preserve"> </w:t>
      </w:r>
      <w:r w:rsidRPr="00C93084">
        <w:rPr>
          <w:rFonts w:ascii="Times New Roman" w:hAnsi="Times New Roman"/>
          <w:w w:val="150"/>
          <w:sz w:val="33"/>
          <w:szCs w:val="33"/>
        </w:rPr>
        <w:t>pre rok 20</w:t>
      </w:r>
      <w:r w:rsidR="003066AF" w:rsidRPr="00C93084">
        <w:rPr>
          <w:rFonts w:ascii="Times New Roman" w:hAnsi="Times New Roman"/>
          <w:w w:val="150"/>
          <w:sz w:val="33"/>
          <w:szCs w:val="33"/>
        </w:rPr>
        <w:t>1</w:t>
      </w:r>
      <w:r w:rsidR="00227C4C">
        <w:rPr>
          <w:rFonts w:ascii="Times New Roman" w:hAnsi="Times New Roman"/>
          <w:w w:val="150"/>
          <w:sz w:val="33"/>
          <w:szCs w:val="33"/>
        </w:rPr>
        <w:t>8</w:t>
      </w:r>
    </w:p>
    <w:p w:rsidR="00384BA7" w:rsidRPr="00C93084" w:rsidRDefault="00384BA7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w w:val="150"/>
          <w:sz w:val="33"/>
          <w:szCs w:val="33"/>
        </w:rPr>
      </w:pPr>
      <w:r w:rsidRPr="00C93084">
        <w:rPr>
          <w:rFonts w:ascii="Times New Roman" w:hAnsi="Times New Roman"/>
          <w:w w:val="150"/>
          <w:sz w:val="33"/>
          <w:szCs w:val="33"/>
        </w:rPr>
        <w:t xml:space="preserve">( </w:t>
      </w:r>
      <w:r w:rsidR="00227C4C">
        <w:rPr>
          <w:rFonts w:ascii="Times New Roman" w:hAnsi="Times New Roman"/>
          <w:w w:val="150"/>
          <w:sz w:val="33"/>
          <w:szCs w:val="33"/>
        </w:rPr>
        <w:t>Štúrovo, 26.05.2018</w:t>
      </w:r>
      <w:r w:rsidRPr="00C93084">
        <w:rPr>
          <w:rFonts w:ascii="Times New Roman" w:hAnsi="Times New Roman"/>
          <w:w w:val="150"/>
          <w:sz w:val="33"/>
          <w:szCs w:val="33"/>
        </w:rPr>
        <w:t>)</w:t>
      </w:r>
    </w:p>
    <w:p w:rsidR="003066AF" w:rsidRPr="006871DC" w:rsidRDefault="003066AF" w:rsidP="00353DB7">
      <w:pPr>
        <w:pStyle w:val="Hlavika"/>
        <w:tabs>
          <w:tab w:val="clear" w:pos="4536"/>
          <w:tab w:val="clear" w:pos="9072"/>
        </w:tabs>
        <w:jc w:val="center"/>
        <w:rPr>
          <w:rFonts w:ascii="Times New Roman" w:hAnsi="Times New Roman"/>
          <w:color w:val="FF0000"/>
          <w:w w:val="150"/>
          <w:sz w:val="34"/>
          <w:szCs w:val="34"/>
        </w:rPr>
      </w:pP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>Prihlášk</w:t>
      </w:r>
      <w:r w:rsidR="00777E95" w:rsidRPr="006871DC">
        <w:rPr>
          <w:rFonts w:ascii="Times New Roman" w:hAnsi="Times New Roman"/>
          <w:color w:val="FF0000"/>
          <w:w w:val="150"/>
          <w:sz w:val="34"/>
          <w:szCs w:val="34"/>
        </w:rPr>
        <w:t>u</w:t>
      </w: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 xml:space="preserve"> pošlite do </w:t>
      </w:r>
      <w:r w:rsidR="00227C4C">
        <w:rPr>
          <w:rFonts w:ascii="Times New Roman" w:hAnsi="Times New Roman"/>
          <w:color w:val="FF0000"/>
          <w:w w:val="150"/>
          <w:sz w:val="34"/>
          <w:szCs w:val="34"/>
        </w:rPr>
        <w:t>06.</w:t>
      </w:r>
      <w:r w:rsidR="00A63012" w:rsidRPr="006871DC">
        <w:rPr>
          <w:rFonts w:ascii="Times New Roman" w:hAnsi="Times New Roman"/>
          <w:color w:val="FF0000"/>
          <w:w w:val="150"/>
          <w:sz w:val="34"/>
          <w:szCs w:val="34"/>
        </w:rPr>
        <w:t>05.201</w:t>
      </w:r>
      <w:r w:rsidR="00227C4C">
        <w:rPr>
          <w:rFonts w:ascii="Times New Roman" w:hAnsi="Times New Roman"/>
          <w:color w:val="FF0000"/>
          <w:w w:val="150"/>
          <w:sz w:val="34"/>
          <w:szCs w:val="34"/>
        </w:rPr>
        <w:t>8</w:t>
      </w:r>
      <w:r w:rsidRPr="006871DC">
        <w:rPr>
          <w:rFonts w:ascii="Times New Roman" w:hAnsi="Times New Roman"/>
          <w:color w:val="FF0000"/>
          <w:w w:val="150"/>
          <w:sz w:val="34"/>
          <w:szCs w:val="34"/>
        </w:rPr>
        <w:t xml:space="preserve"> !!!</w:t>
      </w:r>
    </w:p>
    <w:p w:rsidR="00353DB7" w:rsidRPr="007B56AD" w:rsidRDefault="00353DB7" w:rsidP="00353DB7">
      <w:pPr>
        <w:pStyle w:val="Hlavika"/>
        <w:tabs>
          <w:tab w:val="clear" w:pos="4536"/>
          <w:tab w:val="clear" w:pos="9072"/>
        </w:tabs>
        <w:jc w:val="center"/>
        <w:rPr>
          <w:rFonts w:ascii="Arial" w:hAnsi="Arial" w:cs="Arial"/>
          <w:w w:val="150"/>
          <w:sz w:val="33"/>
          <w:szCs w:val="33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22"/>
        <w:gridCol w:w="6330"/>
      </w:tblGrid>
      <w:tr w:rsidR="00353DB7" w:rsidRPr="00C93084" w:rsidTr="007E79E7">
        <w:trPr>
          <w:trHeight w:val="567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B7" w:rsidRPr="0043074E" w:rsidRDefault="00353DB7" w:rsidP="005D3249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w w:val="80"/>
                <w:sz w:val="28"/>
                <w:szCs w:val="28"/>
              </w:rPr>
            </w:pPr>
            <w:r w:rsidRPr="0043074E">
              <w:rPr>
                <w:rFonts w:ascii="Times New Roman" w:hAnsi="Times New Roman"/>
                <w:w w:val="80"/>
                <w:sz w:val="28"/>
                <w:szCs w:val="28"/>
              </w:rPr>
              <w:t>Prihlasujeme členov oddielu/klubu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B7" w:rsidRPr="0043074E" w:rsidRDefault="00353DB7" w:rsidP="007E79E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p w:rsidR="00353DB7" w:rsidRPr="00C93084" w:rsidRDefault="00353DB7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18"/>
          <w:szCs w:val="18"/>
        </w:rPr>
      </w:pPr>
    </w:p>
    <w:tbl>
      <w:tblPr>
        <w:tblW w:w="9680" w:type="dxa"/>
        <w:jc w:val="center"/>
        <w:tblInd w:w="-1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7"/>
        <w:gridCol w:w="2287"/>
        <w:gridCol w:w="1736"/>
        <w:gridCol w:w="1737"/>
        <w:gridCol w:w="1736"/>
        <w:gridCol w:w="1737"/>
      </w:tblGrid>
      <w:tr w:rsidR="005E4BF2" w:rsidRPr="00C93084" w:rsidTr="00DB68D6">
        <w:trPr>
          <w:cantSplit/>
          <w:trHeight w:val="488"/>
          <w:jc w:val="center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b/>
                <w:caps/>
                <w:sz w:val="32"/>
                <w:szCs w:val="32"/>
              </w:rPr>
            </w:pPr>
            <w:r w:rsidRPr="0043074E">
              <w:rPr>
                <w:rFonts w:ascii="Times New Roman" w:hAnsi="Times New Roman"/>
                <w:b/>
                <w:caps/>
                <w:sz w:val="32"/>
                <w:szCs w:val="32"/>
              </w:rPr>
              <w:t>Zoznam prihlásených pretekárov</w:t>
            </w:r>
          </w:p>
        </w:tc>
      </w:tr>
      <w:tr w:rsidR="005E4BF2" w:rsidRPr="00C93084" w:rsidTr="007053A2">
        <w:trPr>
          <w:cantSplit/>
          <w:trHeight w:val="48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Por.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Meno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Dátum narodenia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Číslo preukazu SZV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353DB7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 xml:space="preserve">Hmotnostná </w:t>
            </w:r>
          </w:p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kategória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DB68D6" w:rsidP="00DB68D6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Výkon</w:t>
            </w: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F2" w:rsidRPr="00C93084" w:rsidTr="007053A2">
        <w:trPr>
          <w:cantSplit/>
          <w:trHeight w:val="369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43074E" w:rsidRDefault="005E4BF2" w:rsidP="00C93084">
            <w:pPr>
              <w:pStyle w:val="Hlavika"/>
              <w:tabs>
                <w:tab w:val="clear" w:pos="4536"/>
                <w:tab w:val="clear" w:pos="9072"/>
                <w:tab w:val="left" w:pos="0"/>
                <w:tab w:val="left" w:pos="363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074E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F2" w:rsidRPr="00DB68D6" w:rsidRDefault="005E4BF2" w:rsidP="00C93084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3DB7" w:rsidRPr="007B56AD" w:rsidRDefault="00353DB7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  <w:r w:rsidRPr="00C93084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Pr="007B56AD">
        <w:rPr>
          <w:sz w:val="18"/>
          <w:szCs w:val="18"/>
        </w:rPr>
        <w:t xml:space="preserve">                      </w:t>
      </w:r>
    </w:p>
    <w:p w:rsidR="00D032FF" w:rsidRPr="007B56AD" w:rsidRDefault="00D032FF">
      <w:pPr>
        <w:pStyle w:val="Hlavika"/>
        <w:tabs>
          <w:tab w:val="clear" w:pos="4536"/>
          <w:tab w:val="clear" w:pos="9072"/>
        </w:tabs>
        <w:rPr>
          <w:sz w:val="18"/>
          <w:szCs w:val="18"/>
        </w:rPr>
      </w:pPr>
    </w:p>
    <w:p w:rsidR="00353DB7" w:rsidRPr="00C93084" w:rsidRDefault="00353DB7" w:rsidP="00227C4C">
      <w:pPr>
        <w:pStyle w:val="Hlavi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  <w:r w:rsidRPr="00C93084">
        <w:rPr>
          <w:rFonts w:ascii="Times New Roman" w:hAnsi="Times New Roman"/>
          <w:sz w:val="24"/>
          <w:szCs w:val="24"/>
        </w:rPr>
        <w:t xml:space="preserve">Prihlášky posielajte </w:t>
      </w:r>
      <w:r w:rsidR="008C4892" w:rsidRPr="00C93084">
        <w:rPr>
          <w:rFonts w:ascii="Times New Roman" w:hAnsi="Times New Roman"/>
          <w:sz w:val="24"/>
          <w:szCs w:val="24"/>
        </w:rPr>
        <w:t xml:space="preserve">obratom </w:t>
      </w:r>
      <w:r w:rsidRPr="00C93084">
        <w:rPr>
          <w:rFonts w:ascii="Times New Roman" w:hAnsi="Times New Roman"/>
          <w:sz w:val="24"/>
          <w:szCs w:val="24"/>
        </w:rPr>
        <w:t xml:space="preserve">na </w:t>
      </w:r>
      <w:r w:rsidR="008C4892" w:rsidRPr="00C93084">
        <w:rPr>
          <w:rFonts w:ascii="Times New Roman" w:hAnsi="Times New Roman"/>
          <w:sz w:val="24"/>
          <w:szCs w:val="24"/>
        </w:rPr>
        <w:t xml:space="preserve">e- mail : </w:t>
      </w:r>
      <w:r w:rsidR="00227C4C" w:rsidRPr="00227C4C">
        <w:rPr>
          <w:rFonts w:ascii="Times New Roman" w:hAnsi="Times New Roman"/>
          <w:sz w:val="24"/>
          <w:szCs w:val="24"/>
          <w:highlight w:val="red"/>
          <w:u w:val="single"/>
        </w:rPr>
        <w:t>stk@vzpieranie.sk</w:t>
      </w:r>
    </w:p>
    <w:p w:rsidR="00F90ADD" w:rsidRDefault="00353DB7" w:rsidP="00353DB7">
      <w:pPr>
        <w:jc w:val="center"/>
        <w:rPr>
          <w:sz w:val="18"/>
          <w:szCs w:val="18"/>
        </w:rPr>
      </w:pPr>
      <w:r w:rsidRPr="007B56AD">
        <w:rPr>
          <w:sz w:val="18"/>
          <w:szCs w:val="18"/>
        </w:rPr>
        <w:t xml:space="preserve">                                                   </w:t>
      </w: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F90ADD" w:rsidRDefault="00F90ADD" w:rsidP="00353DB7">
      <w:pPr>
        <w:jc w:val="center"/>
        <w:rPr>
          <w:sz w:val="18"/>
          <w:szCs w:val="18"/>
        </w:rPr>
      </w:pPr>
    </w:p>
    <w:p w:rsidR="00227C4C" w:rsidRDefault="00227C4C" w:rsidP="00353DB7">
      <w:pPr>
        <w:jc w:val="center"/>
        <w:rPr>
          <w:sz w:val="18"/>
          <w:szCs w:val="18"/>
        </w:rPr>
      </w:pPr>
    </w:p>
    <w:p w:rsidR="00227C4C" w:rsidRDefault="00227C4C" w:rsidP="00353DB7">
      <w:pPr>
        <w:jc w:val="center"/>
        <w:rPr>
          <w:sz w:val="18"/>
          <w:szCs w:val="18"/>
        </w:rPr>
      </w:pPr>
    </w:p>
    <w:p w:rsidR="001070AC" w:rsidRDefault="001070AC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C93084" w:rsidRDefault="00C93084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1070AC" w:rsidRDefault="001070AC" w:rsidP="001070AC">
      <w:pPr>
        <w:autoSpaceDE w:val="0"/>
        <w:autoSpaceDN w:val="0"/>
        <w:adjustRightInd w:val="0"/>
        <w:rPr>
          <w:sz w:val="18"/>
          <w:szCs w:val="18"/>
        </w:rPr>
      </w:pPr>
    </w:p>
    <w:p w:rsidR="00D27560" w:rsidRPr="000D359B" w:rsidRDefault="001070AC" w:rsidP="001070A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0D359B">
        <w:rPr>
          <w:rFonts w:ascii="Times New Roman" w:hAnsi="Times New Roman"/>
          <w:b/>
          <w:sz w:val="28"/>
          <w:szCs w:val="28"/>
        </w:rPr>
        <w:lastRenderedPageBreak/>
        <w:t>RO</w:t>
      </w:r>
      <w:r w:rsidR="00D27560" w:rsidRPr="000D359B">
        <w:rPr>
          <w:rFonts w:ascii="Times New Roman" w:hAnsi="Times New Roman"/>
          <w:b/>
          <w:sz w:val="28"/>
          <w:szCs w:val="28"/>
          <w:lang w:val="cs-CZ"/>
        </w:rPr>
        <w:t>ZPIS</w:t>
      </w:r>
    </w:p>
    <w:p w:rsidR="00D27560" w:rsidRPr="000D359B" w:rsidRDefault="00D27560" w:rsidP="001070A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8"/>
          <w:szCs w:val="28"/>
          <w:lang w:val="cs-CZ"/>
        </w:rPr>
      </w:pPr>
      <w:r w:rsidRPr="000D359B">
        <w:rPr>
          <w:rFonts w:ascii="Times New Roman" w:hAnsi="Times New Roman"/>
          <w:b/>
          <w:sz w:val="28"/>
          <w:szCs w:val="28"/>
          <w:lang w:val="cs-CZ"/>
        </w:rPr>
        <w:t>XXV</w:t>
      </w:r>
      <w:r w:rsidR="00227C4C">
        <w:rPr>
          <w:rFonts w:ascii="Times New Roman" w:hAnsi="Times New Roman"/>
          <w:b/>
          <w:sz w:val="28"/>
          <w:szCs w:val="28"/>
          <w:lang w:val="cs-CZ"/>
        </w:rPr>
        <w:t>I</w:t>
      </w:r>
      <w:r w:rsidRPr="000D359B">
        <w:rPr>
          <w:rFonts w:ascii="Times New Roman" w:hAnsi="Times New Roman"/>
          <w:b/>
          <w:sz w:val="28"/>
          <w:szCs w:val="28"/>
          <w:lang w:val="cs-CZ"/>
        </w:rPr>
        <w:t>. MAJSTROVSTVÁ SLOVENSKA VO VZPIERANÍ</w:t>
      </w:r>
    </w:p>
    <w:p w:rsidR="00D27560" w:rsidRPr="000D359B" w:rsidRDefault="00D27560" w:rsidP="001070A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8"/>
          <w:szCs w:val="28"/>
          <w:lang w:val="cs-CZ"/>
        </w:rPr>
      </w:pPr>
      <w:r w:rsidRPr="000D359B">
        <w:rPr>
          <w:rFonts w:ascii="Times New Roman" w:hAnsi="Times New Roman"/>
          <w:b/>
          <w:sz w:val="28"/>
          <w:szCs w:val="28"/>
          <w:lang w:val="cs-CZ"/>
        </w:rPr>
        <w:t>JEDNOTLIVCOV PRE ROK 201</w:t>
      </w:r>
      <w:r w:rsidR="00227C4C">
        <w:rPr>
          <w:rFonts w:ascii="Times New Roman" w:hAnsi="Times New Roman"/>
          <w:b/>
          <w:sz w:val="28"/>
          <w:szCs w:val="28"/>
          <w:lang w:val="cs-CZ"/>
        </w:rPr>
        <w:t>8</w:t>
      </w:r>
    </w:p>
    <w:p w:rsidR="00F90ADD" w:rsidRPr="00D27560" w:rsidRDefault="00F90ADD" w:rsidP="001070AC">
      <w:pPr>
        <w:spacing w:line="288" w:lineRule="auto"/>
        <w:jc w:val="center"/>
        <w:rPr>
          <w:rFonts w:ascii="Times New Roman" w:hAnsi="Times New Roman"/>
          <w:sz w:val="24"/>
          <w:szCs w:val="24"/>
        </w:rPr>
      </w:pPr>
    </w:p>
    <w:p w:rsidR="00227C4C" w:rsidRPr="00FA158B" w:rsidRDefault="00227C4C" w:rsidP="00227C4C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8"/>
          <w:szCs w:val="28"/>
          <w:u w:val="single"/>
        </w:rPr>
      </w:pPr>
      <w:r w:rsidRPr="00FA158B">
        <w:rPr>
          <w:rFonts w:ascii="Times New Roman" w:hAnsi="Times New Roman"/>
          <w:b/>
          <w:sz w:val="28"/>
          <w:szCs w:val="28"/>
          <w:u w:val="single"/>
        </w:rPr>
        <w:t xml:space="preserve">Juniori, </w:t>
      </w:r>
      <w:r>
        <w:rPr>
          <w:rFonts w:ascii="Times New Roman" w:hAnsi="Times New Roman"/>
          <w:b/>
          <w:sz w:val="28"/>
          <w:szCs w:val="28"/>
          <w:u w:val="single"/>
        </w:rPr>
        <w:t>juniorky a dorastenci</w:t>
      </w:r>
    </w:p>
    <w:p w:rsidR="00227C4C" w:rsidRDefault="00227C4C" w:rsidP="00227C4C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W w:w="0" w:type="auto"/>
        <w:tblLook w:val="04A0"/>
      </w:tblPr>
      <w:tblGrid>
        <w:gridCol w:w="2660"/>
        <w:gridCol w:w="6550"/>
      </w:tblGrid>
      <w:tr w:rsidR="00227C4C" w:rsidRPr="004353DA" w:rsidTr="002D1EC8">
        <w:tc>
          <w:tcPr>
            <w:tcW w:w="266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Miesto:</w:t>
            </w:r>
          </w:p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Usporiadateľ:</w:t>
            </w:r>
          </w:p>
        </w:tc>
        <w:tc>
          <w:tcPr>
            <w:tcW w:w="655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Štúrovo</w:t>
            </w:r>
          </w:p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MŠO Štúrovo  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C14FA3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14FA3">
              <w:rPr>
                <w:rFonts w:ascii="Times New Roman" w:hAnsi="Times New Roman"/>
                <w:sz w:val="24"/>
                <w:szCs w:val="24"/>
              </w:rPr>
              <w:t>Dátum:</w:t>
            </w:r>
          </w:p>
        </w:tc>
        <w:tc>
          <w:tcPr>
            <w:tcW w:w="6550" w:type="dxa"/>
            <w:shd w:val="clear" w:color="auto" w:fill="auto"/>
          </w:tcPr>
          <w:p w:rsidR="00227C4C" w:rsidRPr="00C14FA3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C14FA3">
              <w:rPr>
                <w:rFonts w:ascii="Times New Roman" w:hAnsi="Times New Roman"/>
                <w:sz w:val="24"/>
                <w:szCs w:val="24"/>
              </w:rPr>
              <w:t>.05.201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Prihlášky:</w:t>
            </w:r>
          </w:p>
        </w:tc>
        <w:tc>
          <w:tcPr>
            <w:tcW w:w="6550" w:type="dxa"/>
            <w:shd w:val="clear" w:color="auto" w:fill="auto"/>
          </w:tcPr>
          <w:p w:rsidR="00227C4C" w:rsidRPr="004353DA" w:rsidRDefault="00227C4C" w:rsidP="00227C4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aslať </w:t>
            </w:r>
            <w:r w:rsidRPr="00C14FA3">
              <w:rPr>
                <w:rFonts w:ascii="Times New Roman" w:hAnsi="Times New Roman"/>
                <w:sz w:val="24"/>
                <w:szCs w:val="24"/>
              </w:rPr>
              <w:t>emailom do 06.05.201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14F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Štartujú:</w:t>
            </w:r>
          </w:p>
        </w:tc>
        <w:tc>
          <w:tcPr>
            <w:tcW w:w="655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Juniori:</w:t>
            </w:r>
          </w:p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Juniorky:</w:t>
            </w:r>
          </w:p>
        </w:tc>
        <w:tc>
          <w:tcPr>
            <w:tcW w:w="655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Pretekári narodení v rokoch 2000, 1999 a 1998.</w:t>
            </w:r>
          </w:p>
          <w:p w:rsidR="00227C4C" w:rsidRPr="004353DA" w:rsidRDefault="00227C4C" w:rsidP="00EF184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Pretekárky naroden</w:t>
            </w:r>
            <w:r w:rsidR="00EF184C">
              <w:rPr>
                <w:rFonts w:ascii="Times New Roman" w:hAnsi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 rokoch </w:t>
            </w:r>
            <w:r w:rsidRPr="00227C4C">
              <w:rPr>
                <w:rFonts w:ascii="Times New Roman" w:hAnsi="Times New Roman"/>
                <w:sz w:val="24"/>
                <w:szCs w:val="24"/>
              </w:rPr>
              <w:t>2002 až 1998.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Dorastenci:</w:t>
            </w:r>
          </w:p>
        </w:tc>
        <w:tc>
          <w:tcPr>
            <w:tcW w:w="655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Pretekári narodení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 xml:space="preserve"> v rokoch </w:t>
            </w:r>
            <w:r>
              <w:rPr>
                <w:rFonts w:ascii="Times New Roman" w:hAnsi="Times New Roman"/>
                <w:sz w:val="24"/>
                <w:szCs w:val="24"/>
              </w:rPr>
              <w:t>2002 a 2001.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53DA">
              <w:rPr>
                <w:rFonts w:ascii="Times New Roman" w:hAnsi="Times New Roman"/>
                <w:b/>
                <w:sz w:val="24"/>
                <w:szCs w:val="24"/>
              </w:rPr>
              <w:t>Hmotnostné kategórie:</w:t>
            </w:r>
          </w:p>
        </w:tc>
        <w:tc>
          <w:tcPr>
            <w:tcW w:w="6550" w:type="dxa"/>
            <w:shd w:val="clear" w:color="auto" w:fill="auto"/>
          </w:tcPr>
          <w:p w:rsidR="00227C4C" w:rsidRPr="00E47D9E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7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Juniori:</w:t>
            </w:r>
          </w:p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Juniorky</w:t>
            </w:r>
          </w:p>
          <w:p w:rsidR="00227C4C" w:rsidRPr="00666F40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Dorastenc</w:t>
            </w:r>
            <w:r w:rsidRPr="00666F40">
              <w:rPr>
                <w:rFonts w:ascii="Times New Roman" w:hAnsi="Times New Roman"/>
                <w:sz w:val="24"/>
                <w:szCs w:val="24"/>
              </w:rPr>
              <w:t>i:</w:t>
            </w:r>
          </w:p>
        </w:tc>
        <w:tc>
          <w:tcPr>
            <w:tcW w:w="655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7D9E">
              <w:rPr>
                <w:rFonts w:ascii="Times New Roman" w:hAnsi="Times New Roman"/>
                <w:sz w:val="24"/>
                <w:szCs w:val="24"/>
              </w:rPr>
              <w:t>do</w:t>
            </w:r>
            <w:r w:rsidRPr="00E47D9E">
              <w:rPr>
                <w:rFonts w:ascii="Times New Roman" w:hAnsi="Times New Roman"/>
                <w:b/>
                <w:sz w:val="24"/>
                <w:szCs w:val="24"/>
              </w:rPr>
              <w:t xml:space="preserve"> 56, 62, 69, 77, 85, 94, 105, + 105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6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48, 53, 58, 63, 69, 75, 90 a + 90 kg.</w:t>
            </w:r>
          </w:p>
          <w:p w:rsidR="00227C4C" w:rsidRPr="00666F40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66F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Pr="00666F40">
              <w:rPr>
                <w:rFonts w:ascii="Times New Roman" w:hAnsi="Times New Roman"/>
                <w:b/>
                <w:sz w:val="24"/>
                <w:szCs w:val="24"/>
              </w:rPr>
              <w:t>50, 56, 62, 69, 77, 85, 94, + 94.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Podmienka štartu:</w:t>
            </w:r>
          </w:p>
        </w:tc>
        <w:tc>
          <w:tcPr>
            <w:tcW w:w="655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Súťaží sa len na ženskej 15 kg a mužskej 20 kg oske. </w:t>
            </w:r>
          </w:p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>Štart je povolený len s </w:t>
            </w:r>
            <w:r w:rsidRPr="00B3422E">
              <w:rPr>
                <w:rFonts w:ascii="Times New Roman" w:hAnsi="Times New Roman"/>
                <w:b/>
                <w:sz w:val="24"/>
                <w:szCs w:val="24"/>
              </w:rPr>
              <w:t>platným preukazom SZV a platným zdravotným potvrdením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>!!!</w:t>
            </w:r>
          </w:p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Pretekári/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04D0">
              <w:rPr>
                <w:rFonts w:ascii="Times New Roman" w:hAnsi="Times New Roman"/>
                <w:sz w:val="24"/>
                <w:szCs w:val="24"/>
              </w:rPr>
              <w:t xml:space="preserve">musia </w:t>
            </w:r>
            <w:r>
              <w:rPr>
                <w:rFonts w:ascii="Times New Roman" w:hAnsi="Times New Roman"/>
                <w:sz w:val="24"/>
                <w:szCs w:val="24"/>
              </w:rPr>
              <w:t>nahlásiť zákl. pokusy max. 20</w:t>
            </w:r>
            <w:r w:rsidRPr="009504D0">
              <w:rPr>
                <w:rFonts w:ascii="Times New Roman" w:hAnsi="Times New Roman"/>
                <w:sz w:val="24"/>
                <w:szCs w:val="24"/>
              </w:rPr>
              <w:t xml:space="preserve"> kg pod výkon, ktor</w:t>
            </w:r>
            <w:r>
              <w:rPr>
                <w:rFonts w:ascii="Times New Roman" w:hAnsi="Times New Roman"/>
                <w:sz w:val="24"/>
                <w:szCs w:val="24"/>
              </w:rPr>
              <w:t>ý</w:t>
            </w:r>
            <w:r w:rsidRPr="009504D0">
              <w:rPr>
                <w:rFonts w:ascii="Times New Roman" w:hAnsi="Times New Roman"/>
                <w:sz w:val="24"/>
                <w:szCs w:val="24"/>
              </w:rPr>
              <w:t xml:space="preserve"> uviedli v prihláške.</w:t>
            </w:r>
          </w:p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6F7E99">
              <w:rPr>
                <w:rFonts w:ascii="Times New Roman" w:hAnsi="Times New Roman"/>
                <w:sz w:val="24"/>
                <w:szCs w:val="24"/>
              </w:rPr>
              <w:t>Splnenie podmienok tohto rozpisu a pravidiel IWF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Výber pretekára/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STK SZV.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Súťažné disciplíny:</w:t>
            </w:r>
          </w:p>
        </w:tc>
        <w:tc>
          <w:tcPr>
            <w:tcW w:w="655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Olympijsky dvojboj.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Úhrada:</w:t>
            </w:r>
          </w:p>
        </w:tc>
        <w:tc>
          <w:tcPr>
            <w:tcW w:w="655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>Pretekárom/kam,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trénerovi družstva a rozhodcom hradí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súťaž SZV, podľa ekonomickej smernice.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Ubytovanie pre kluby nad 200 km. </w:t>
            </w:r>
          </w:p>
        </w:tc>
      </w:tr>
      <w:tr w:rsidR="00227C4C" w:rsidRPr="004353DA" w:rsidTr="002D1EC8">
        <w:tc>
          <w:tcPr>
            <w:tcW w:w="2660" w:type="dxa"/>
            <w:shd w:val="clear" w:color="auto" w:fill="auto"/>
          </w:tcPr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353DA">
              <w:rPr>
                <w:rFonts w:ascii="Times New Roman" w:hAnsi="Times New Roman"/>
                <w:sz w:val="24"/>
                <w:szCs w:val="24"/>
              </w:rPr>
              <w:t>Hodnotenie:</w:t>
            </w:r>
          </w:p>
        </w:tc>
        <w:tc>
          <w:tcPr>
            <w:tcW w:w="6550" w:type="dxa"/>
            <w:shd w:val="clear" w:color="auto" w:fill="auto"/>
          </w:tcPr>
          <w:p w:rsidR="00227C4C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Víťaz/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 dvojboji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 každej hmotnostnej kategórie sa stáva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Majstrom Slovenska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vo vzpieraní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juniorov,  junioriek a dorastencov 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 rok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Prví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traja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získajú medaile a prví </w:t>
            </w:r>
            <w:r w:rsidRPr="00435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šiesti</w:t>
            </w:r>
            <w:r w:rsidRPr="00435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diplomy v každej hmotnostnej kategórií.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Dorastenci budú hodnotení aj v kategórií juniorov.    </w:t>
            </w:r>
          </w:p>
          <w:p w:rsidR="00227C4C" w:rsidRPr="004353DA" w:rsidRDefault="00227C4C" w:rsidP="002D1E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4353DA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</w:tc>
      </w:tr>
    </w:tbl>
    <w:p w:rsidR="000D359B" w:rsidRDefault="000D359B" w:rsidP="00227C4C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sectPr w:rsidR="000D359B" w:rsidSect="00227C4C">
      <w:headerReference w:type="default" r:id="rId8"/>
      <w:footerReference w:type="default" r:id="rId9"/>
      <w:pgSz w:w="11906" w:h="16838" w:code="9"/>
      <w:pgMar w:top="1134" w:right="1418" w:bottom="1134" w:left="1418" w:header="709" w:footer="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CCE" w:rsidRDefault="00B06CCE">
      <w:r>
        <w:separator/>
      </w:r>
    </w:p>
  </w:endnote>
  <w:endnote w:type="continuationSeparator" w:id="0">
    <w:p w:rsidR="00B06CCE" w:rsidRDefault="00B06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B7" w:rsidRPr="007B56AD" w:rsidRDefault="00993704">
    <w:pPr>
      <w:pStyle w:val="Pta"/>
      <w:rPr>
        <w:sz w:val="18"/>
        <w:szCs w:val="18"/>
      </w:rPr>
    </w:pPr>
    <w:r>
      <w:rPr>
        <w:noProof/>
        <w:sz w:val="18"/>
        <w:szCs w:val="18"/>
      </w:rPr>
      <w:pict>
        <v:line id="_x0000_s2049" style="position:absolute;left:0;text-align:left;z-index:251657216" from="-6.05pt,7.8pt" to="454.75pt,7.8pt" o:allowincell="f"/>
      </w:pict>
    </w:r>
  </w:p>
  <w:p w:rsidR="00353DB7" w:rsidRPr="007B56AD" w:rsidRDefault="00353DB7">
    <w:pPr>
      <w:pStyle w:val="Pta"/>
      <w:rPr>
        <w:i/>
        <w:sz w:val="14"/>
        <w:szCs w:val="14"/>
      </w:rPr>
    </w:pPr>
    <w:r w:rsidRPr="007B56AD">
      <w:rPr>
        <w:i/>
        <w:sz w:val="14"/>
        <w:szCs w:val="14"/>
      </w:rPr>
      <w:t>IČO : 317 96079                                                                                                                                                 Tel. a fax : +421 2 49 249 222</w:t>
    </w:r>
  </w:p>
  <w:p w:rsidR="00353DB7" w:rsidRPr="007B56AD" w:rsidRDefault="00353DB7">
    <w:pPr>
      <w:pStyle w:val="Pta"/>
      <w:rPr>
        <w:i/>
        <w:sz w:val="14"/>
        <w:szCs w:val="14"/>
      </w:rPr>
    </w:pPr>
    <w:r w:rsidRPr="007B56AD">
      <w:rPr>
        <w:i/>
        <w:sz w:val="14"/>
        <w:szCs w:val="14"/>
      </w:rPr>
      <w:t>DIČ : 202178 7328                                                                                                                                              http://www.vzpieranie.sk</w:t>
    </w:r>
  </w:p>
  <w:p w:rsidR="00353DB7" w:rsidRPr="007B56AD" w:rsidRDefault="00353DB7">
    <w:pPr>
      <w:pStyle w:val="Pta"/>
      <w:rPr>
        <w:sz w:val="14"/>
        <w:szCs w:val="14"/>
      </w:rPr>
    </w:pPr>
    <w:r w:rsidRPr="007B56AD">
      <w:rPr>
        <w:i/>
        <w:sz w:val="14"/>
        <w:szCs w:val="14"/>
      </w:rPr>
      <w:t>Reg. MV SR č. : VVS/1-900/90-2535-2                                                                                                              e-mail : szv@vzpieranie.sk</w:t>
    </w:r>
  </w:p>
  <w:p w:rsidR="00353DB7" w:rsidRPr="007B56AD" w:rsidRDefault="00353DB7">
    <w:pPr>
      <w:pStyle w:val="Pta"/>
      <w:rPr>
        <w:i/>
        <w:sz w:val="14"/>
        <w:szCs w:val="14"/>
      </w:rPr>
    </w:pPr>
  </w:p>
  <w:p w:rsidR="00353DB7" w:rsidRPr="007B56AD" w:rsidRDefault="00353DB7">
    <w:pPr>
      <w:pStyle w:val="Pta"/>
      <w:rPr>
        <w:i/>
        <w:sz w:val="14"/>
        <w:szCs w:val="14"/>
      </w:rPr>
    </w:pPr>
  </w:p>
  <w:p w:rsidR="00353DB7" w:rsidRPr="007B56AD" w:rsidRDefault="00353DB7">
    <w:pPr>
      <w:pStyle w:val="Pta"/>
      <w:rPr>
        <w:sz w:val="14"/>
        <w:szCs w:val="14"/>
      </w:rPr>
    </w:pPr>
    <w:r w:rsidRPr="007B56AD">
      <w:rPr>
        <w:i/>
        <w:sz w:val="14"/>
        <w:szCs w:val="14"/>
      </w:rPr>
      <w:t xml:space="preserve">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CCE" w:rsidRDefault="00B06CCE">
      <w:r>
        <w:separator/>
      </w:r>
    </w:p>
  </w:footnote>
  <w:footnote w:type="continuationSeparator" w:id="0">
    <w:p w:rsidR="00B06CCE" w:rsidRDefault="00B06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B7" w:rsidRPr="007B56AD" w:rsidRDefault="00AC48A1">
    <w:pPr>
      <w:pStyle w:val="Hlavika"/>
      <w:tabs>
        <w:tab w:val="clear" w:pos="4536"/>
        <w:tab w:val="center" w:pos="2835"/>
      </w:tabs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-189865</wp:posOffset>
          </wp:positionH>
          <wp:positionV relativeFrom="paragraph">
            <wp:posOffset>-255270</wp:posOffset>
          </wp:positionV>
          <wp:extent cx="1257300" cy="1271270"/>
          <wp:effectExtent l="19050" t="0" r="0" b="0"/>
          <wp:wrapTopAndBottom/>
          <wp:docPr id="2" name="Obrázok 2" descr="SZV logo 3 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ZV logo 3 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71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3DB7" w:rsidRPr="007B56AD" w:rsidRDefault="00353DB7" w:rsidP="000D359B">
    <w:pPr>
      <w:pStyle w:val="Hlavika"/>
      <w:tabs>
        <w:tab w:val="clear" w:pos="4536"/>
        <w:tab w:val="center" w:pos="2835"/>
      </w:tabs>
      <w:jc w:val="center"/>
      <w:rPr>
        <w:rFonts w:ascii="Garamond" w:hAnsi="Garamond"/>
        <w:b/>
        <w:sz w:val="26"/>
        <w:szCs w:val="26"/>
      </w:rPr>
    </w:pPr>
    <w:r w:rsidRPr="007B56AD">
      <w:rPr>
        <w:rFonts w:ascii="Garamond" w:hAnsi="Garamond"/>
        <w:b/>
        <w:sz w:val="26"/>
        <w:szCs w:val="26"/>
      </w:rPr>
      <w:t>SLOVENSKÝ ZVÄZ VZPIERANIA</w:t>
    </w:r>
  </w:p>
  <w:p w:rsidR="00353DB7" w:rsidRPr="007B56AD" w:rsidRDefault="00353DB7" w:rsidP="000D359B">
    <w:pPr>
      <w:pStyle w:val="Hlavika"/>
      <w:jc w:val="center"/>
      <w:rPr>
        <w:rFonts w:ascii="Garamond" w:hAnsi="Garamond"/>
        <w:b/>
        <w:sz w:val="26"/>
        <w:szCs w:val="26"/>
      </w:rPr>
    </w:pPr>
    <w:r w:rsidRPr="007B56AD">
      <w:rPr>
        <w:rFonts w:ascii="Garamond" w:hAnsi="Garamond"/>
        <w:b/>
        <w:sz w:val="26"/>
        <w:szCs w:val="26"/>
      </w:rPr>
      <w:t>SLOVAK WEIGHTLIFTING FEDERATION</w:t>
    </w:r>
  </w:p>
  <w:p w:rsidR="00353DB7" w:rsidRPr="007B56AD" w:rsidRDefault="00353DB7" w:rsidP="000D359B">
    <w:pPr>
      <w:pStyle w:val="Hlavika"/>
      <w:jc w:val="center"/>
      <w:rPr>
        <w:rFonts w:ascii="Garamond" w:hAnsi="Garamond"/>
        <w:b/>
        <w:sz w:val="26"/>
        <w:szCs w:val="26"/>
      </w:rPr>
    </w:pPr>
    <w:r w:rsidRPr="007B56AD">
      <w:rPr>
        <w:rFonts w:ascii="Garamond" w:hAnsi="Garamond"/>
        <w:b/>
        <w:sz w:val="26"/>
        <w:szCs w:val="26"/>
      </w:rPr>
      <w:t>Junácka 6, 832 80 Bratislava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05471"/>
    <w:multiLevelType w:val="hybridMultilevel"/>
    <w:tmpl w:val="80D6F1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BF3F3E"/>
    <w:multiLevelType w:val="hybridMultilevel"/>
    <w:tmpl w:val="80D6F1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8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53DB7"/>
    <w:rsid w:val="00021C50"/>
    <w:rsid w:val="00064313"/>
    <w:rsid w:val="00095D90"/>
    <w:rsid w:val="000D359B"/>
    <w:rsid w:val="000F6F63"/>
    <w:rsid w:val="001070AC"/>
    <w:rsid w:val="00116C93"/>
    <w:rsid w:val="001E209D"/>
    <w:rsid w:val="00227C4C"/>
    <w:rsid w:val="00262538"/>
    <w:rsid w:val="00286F5C"/>
    <w:rsid w:val="00291C6C"/>
    <w:rsid w:val="002B5977"/>
    <w:rsid w:val="003048A8"/>
    <w:rsid w:val="00304CFA"/>
    <w:rsid w:val="003066AF"/>
    <w:rsid w:val="00316DF5"/>
    <w:rsid w:val="003414AF"/>
    <w:rsid w:val="00353DB7"/>
    <w:rsid w:val="00384BA7"/>
    <w:rsid w:val="003B6AC5"/>
    <w:rsid w:val="003D0F25"/>
    <w:rsid w:val="00412165"/>
    <w:rsid w:val="0043074E"/>
    <w:rsid w:val="004353DA"/>
    <w:rsid w:val="00480C35"/>
    <w:rsid w:val="004B2CF4"/>
    <w:rsid w:val="005B7273"/>
    <w:rsid w:val="005D3249"/>
    <w:rsid w:val="005D7BE2"/>
    <w:rsid w:val="005E4BF2"/>
    <w:rsid w:val="00640A8C"/>
    <w:rsid w:val="00666F40"/>
    <w:rsid w:val="006871DC"/>
    <w:rsid w:val="006973A5"/>
    <w:rsid w:val="006B2C32"/>
    <w:rsid w:val="006F7E99"/>
    <w:rsid w:val="007053A2"/>
    <w:rsid w:val="00777E95"/>
    <w:rsid w:val="007A393F"/>
    <w:rsid w:val="007B56AD"/>
    <w:rsid w:val="007E79E7"/>
    <w:rsid w:val="00863AEF"/>
    <w:rsid w:val="008C4892"/>
    <w:rsid w:val="00901926"/>
    <w:rsid w:val="0091773E"/>
    <w:rsid w:val="009504D0"/>
    <w:rsid w:val="00993704"/>
    <w:rsid w:val="009C0B97"/>
    <w:rsid w:val="00A01827"/>
    <w:rsid w:val="00A4158D"/>
    <w:rsid w:val="00A63012"/>
    <w:rsid w:val="00AA48B4"/>
    <w:rsid w:val="00AC48A1"/>
    <w:rsid w:val="00AD0120"/>
    <w:rsid w:val="00AF4CB2"/>
    <w:rsid w:val="00B06CCE"/>
    <w:rsid w:val="00B122A5"/>
    <w:rsid w:val="00B269D5"/>
    <w:rsid w:val="00B3422E"/>
    <w:rsid w:val="00B34938"/>
    <w:rsid w:val="00B4332C"/>
    <w:rsid w:val="00BB1887"/>
    <w:rsid w:val="00C55ECD"/>
    <w:rsid w:val="00C93084"/>
    <w:rsid w:val="00CB31CF"/>
    <w:rsid w:val="00D032FF"/>
    <w:rsid w:val="00D1213B"/>
    <w:rsid w:val="00D27560"/>
    <w:rsid w:val="00D31264"/>
    <w:rsid w:val="00D42D05"/>
    <w:rsid w:val="00D66692"/>
    <w:rsid w:val="00D84EEE"/>
    <w:rsid w:val="00DB68D6"/>
    <w:rsid w:val="00DC45C3"/>
    <w:rsid w:val="00E55BDD"/>
    <w:rsid w:val="00E7325B"/>
    <w:rsid w:val="00EF184C"/>
    <w:rsid w:val="00F64A22"/>
    <w:rsid w:val="00F81428"/>
    <w:rsid w:val="00F90ADD"/>
    <w:rsid w:val="00F95EA5"/>
    <w:rsid w:val="00F97282"/>
    <w:rsid w:val="00FC7D2D"/>
    <w:rsid w:val="00FD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0F6F63"/>
    <w:pPr>
      <w:jc w:val="both"/>
    </w:pPr>
    <w:rPr>
      <w:rFonts w:ascii="Arial Narrow" w:hAnsi="Arial Narrow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F6F63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0F6F63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AA48B4"/>
    <w:rPr>
      <w:color w:val="0000FF"/>
      <w:u w:val="single"/>
    </w:rPr>
  </w:style>
  <w:style w:type="character" w:customStyle="1" w:styleId="HlavikaChar">
    <w:name w:val="Hlavička Char"/>
    <w:link w:val="Hlavika"/>
    <w:rsid w:val="001070AC"/>
    <w:rPr>
      <w:rFonts w:ascii="Arial Narrow" w:hAnsi="Arial Narrow"/>
      <w:sz w:val="22"/>
    </w:rPr>
  </w:style>
  <w:style w:type="table" w:styleId="Mriekatabuky">
    <w:name w:val="Table Grid"/>
    <w:basedOn w:val="Normlnatabuka"/>
    <w:rsid w:val="000D3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o\Local%20Settings\Temporary%20Internet%20Files\Content.IE5\K7XV26B9\Hlavi&#269;kov&#253;%20papier%20SZV%20-%20&#353;abl&#243;na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B2076-7282-4074-8AB9-1B1FB78E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papier SZV - šablóna</Template>
  <TotalTime>170</TotalTime>
  <Pages>2</Pages>
  <Words>263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Prihláška na M-SR mladších žiakov a žiačok 2010</vt:lpstr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Prihláška na M-SR mladších žiakov a žiačok 2010</dc:title>
  <dc:creator>Ján Štefánik</dc:creator>
  <cp:lastModifiedBy>chovanec</cp:lastModifiedBy>
  <cp:revision>16</cp:revision>
  <cp:lastPrinted>2007-04-09T08:33:00Z</cp:lastPrinted>
  <dcterms:created xsi:type="dcterms:W3CDTF">2017-04-12T06:20:00Z</dcterms:created>
  <dcterms:modified xsi:type="dcterms:W3CDTF">2018-04-25T13:00:00Z</dcterms:modified>
</cp:coreProperties>
</file>